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674A2619" w14:textId="77777777"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2689FE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0D888AED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4A465BAC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0837AA75" w14:textId="77777777" w:rsidR="00491366" w:rsidRDefault="00491366" w:rsidP="00491366"/>
                              <w:p w14:paraId="5A92FD3B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1C2689FE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0D888AED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4A465BAC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0837AA75" w14:textId="77777777" w:rsidR="00491366" w:rsidRDefault="00491366" w:rsidP="00491366"/>
                        <w:p w14:paraId="5A92FD3B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409992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F45230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A5E2779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91D3BE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190CD5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B21443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642B6C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86A4D4E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124637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C093DB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991CC7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95D6DB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046A45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11BE43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D492BF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0D492BF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060E78AA" w14:textId="77777777" w:rsidR="00491366" w:rsidRDefault="00491366" w:rsidP="00AB2CEA">
          <w:pPr>
            <w:jc w:val="center"/>
          </w:pPr>
        </w:p>
        <w:p w14:paraId="7437CBF9" w14:textId="77777777" w:rsidR="00491366" w:rsidRDefault="00491366" w:rsidP="00410AFD"/>
        <w:p w14:paraId="1B9914D5" w14:textId="77777777" w:rsidR="00A62094" w:rsidRDefault="00A62094" w:rsidP="00410AFD">
          <w:bookmarkStart w:id="0" w:name="_GoBack"/>
          <w:bookmarkEnd w:id="0"/>
        </w:p>
        <w:p w14:paraId="5AC0EF24" w14:textId="77777777" w:rsidR="00A62094" w:rsidRDefault="00A62094" w:rsidP="00410AFD"/>
        <w:p w14:paraId="36A32806" w14:textId="77777777" w:rsidR="00A62094" w:rsidRDefault="00A62094" w:rsidP="00410AFD"/>
        <w:p w14:paraId="2C432FE5" w14:textId="77777777" w:rsidR="00A62094" w:rsidRDefault="00A62094" w:rsidP="00410AFD"/>
        <w:p w14:paraId="28912322" w14:textId="77777777" w:rsidR="00A62094" w:rsidRDefault="00A62094" w:rsidP="00410AFD"/>
        <w:p w14:paraId="62FD9901" w14:textId="77777777" w:rsidR="00A62094" w:rsidRDefault="00A62094" w:rsidP="00410AFD"/>
        <w:p w14:paraId="35E3AA68" w14:textId="77777777" w:rsidR="00A62094" w:rsidRDefault="00A62094" w:rsidP="00410AFD"/>
        <w:p w14:paraId="7A0D38F6" w14:textId="77777777" w:rsidR="00A62094" w:rsidRDefault="00A62094">
          <w:pPr>
            <w:jc w:val="left"/>
          </w:pPr>
        </w:p>
        <w:p w14:paraId="684F25C2" w14:textId="77777777" w:rsidR="00491366" w:rsidRDefault="00491366" w:rsidP="00410AFD"/>
        <w:p w14:paraId="5619E4F9" w14:textId="77777777" w:rsidR="00A62094" w:rsidRDefault="00A62094" w:rsidP="00410AFD">
          <w:pPr>
            <w:sectPr w:rsidR="00A62094" w:rsidSect="00302298">
              <w:footerReference w:type="default" r:id="rId13"/>
              <w:headerReference w:type="first" r:id="rId14"/>
              <w:footerReference w:type="first" r:id="rId15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A71FE39" w14:textId="77777777" w:rsidR="00A62094" w:rsidRDefault="00A62094" w:rsidP="00A62094">
          <w:r>
            <w:lastRenderedPageBreak/>
            <w:t>Les sites sur lesquels le titulaire est tenu d’intervenir sont les suivants :</w:t>
          </w:r>
        </w:p>
        <w:p w14:paraId="6371FAA8" w14:textId="77777777" w:rsidR="005667AF" w:rsidRDefault="005667AF" w:rsidP="005667AF"/>
        <w:tbl>
          <w:tblPr>
            <w:tblW w:w="14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3045"/>
            <w:gridCol w:w="1758"/>
            <w:gridCol w:w="3045"/>
            <w:gridCol w:w="3045"/>
            <w:gridCol w:w="3674"/>
          </w:tblGrid>
          <w:tr w:rsidR="005667AF" w:rsidRPr="005526CA" w14:paraId="7991C33D" w14:textId="77777777" w:rsidTr="003E2A23">
            <w:trPr>
              <w:trHeight w:val="511"/>
            </w:trPr>
            <w:tc>
              <w:tcPr>
                <w:tcW w:w="3045" w:type="dxa"/>
                <w:shd w:val="clear" w:color="auto" w:fill="D9D9D9" w:themeFill="background1" w:themeFillShade="D9"/>
              </w:tcPr>
              <w:p w14:paraId="1DA36392" w14:textId="5E1B0C43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Établissement Adresse</w:t>
                </w:r>
              </w:p>
            </w:tc>
            <w:tc>
              <w:tcPr>
                <w:tcW w:w="1758" w:type="dxa"/>
                <w:shd w:val="clear" w:color="auto" w:fill="D9D9D9" w:themeFill="background1" w:themeFillShade="D9"/>
              </w:tcPr>
              <w:p w14:paraId="202F8EBD" w14:textId="29B37B19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Bénéficiaire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667954D0" w14:textId="679C8748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Correspondant USID de Toulouse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14BA4B30" w14:textId="19104CDA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Horaires de travail</w:t>
                </w:r>
              </w:p>
            </w:tc>
            <w:tc>
              <w:tcPr>
                <w:tcW w:w="3674" w:type="dxa"/>
                <w:shd w:val="clear" w:color="auto" w:fill="D9D9D9" w:themeFill="background1" w:themeFillShade="D9"/>
              </w:tcPr>
              <w:p w14:paraId="2BC32C93" w14:textId="234C09D4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Conditions d’accès</w:t>
                </w:r>
              </w:p>
            </w:tc>
          </w:tr>
          <w:tr w:rsidR="005667AF" w:rsidRPr="005526CA" w14:paraId="61DC8185" w14:textId="77777777" w:rsidTr="00DF210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07AE201" w14:textId="77777777" w:rsidR="000F5022" w:rsidRDefault="000F5022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Quartier Colonel EDME</w:t>
                </w:r>
              </w:p>
              <w:p w14:paraId="65483755" w14:textId="5657A432" w:rsidR="000F5022" w:rsidRDefault="000F5022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Lieu-dit </w:t>
                </w:r>
                <w:proofErr w:type="spellStart"/>
                <w:r>
                  <w:rPr>
                    <w:rFonts w:cs="Times New Roman"/>
                    <w:color w:val="000000"/>
                  </w:rPr>
                  <w:t>Francazal</w:t>
                </w:r>
                <w:proofErr w:type="spellEnd"/>
              </w:p>
              <w:p w14:paraId="7B42E7BB" w14:textId="307F247A" w:rsidR="00E54EC3" w:rsidRDefault="00E54EC3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Route de Seysses</w:t>
                </w:r>
              </w:p>
              <w:p w14:paraId="2C908A8C" w14:textId="0DBD8A1D" w:rsidR="005667AF" w:rsidRPr="00943AA1" w:rsidRDefault="000F5022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31270 CUGNAUX</w:t>
                </w:r>
                <w:r w:rsidR="005667AF"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1FDB6D" w14:textId="54EB3F63" w:rsidR="005667AF" w:rsidRPr="005526CA" w:rsidRDefault="000F5022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1</w:t>
                </w:r>
                <w:r w:rsidRPr="000F5022">
                  <w:rPr>
                    <w:rFonts w:cs="Times New Roman"/>
                    <w:color w:val="000000"/>
                    <w:vertAlign w:val="superscript"/>
                  </w:rPr>
                  <w:t>er</w:t>
                </w:r>
                <w:r>
                  <w:rPr>
                    <w:rFonts w:cs="Times New Roman"/>
                    <w:color w:val="000000"/>
                  </w:rPr>
                  <w:t xml:space="preserve"> RTP</w:t>
                </w:r>
                <w:r w:rsidR="005667AF"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EC27FD" w14:textId="77777777" w:rsidR="000F5022" w:rsidRPr="005526CA" w:rsidRDefault="000F5022" w:rsidP="000F5022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131B1C7" w14:textId="22C7059B" w:rsidR="005667AF" w:rsidRPr="005526CA" w:rsidRDefault="000F5022" w:rsidP="000F5022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TOULOUSE OUEST MURET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33C88F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vendredi : </w:t>
                </w:r>
              </w:p>
              <w:p w14:paraId="00A21A47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</w:t>
                </w:r>
              </w:p>
              <w:p w14:paraId="0A7DD638" w14:textId="65D6C0E0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13h00-17h00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23C3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CP validée. </w:t>
                </w:r>
              </w:p>
              <w:p w14:paraId="22BD3CC3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0D0C79A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88FDB4B" w14:textId="748632B6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</w:tbl>
        <w:p w14:paraId="615898FD" w14:textId="77777777" w:rsidR="005667AF" w:rsidRDefault="005667AF" w:rsidP="005667AF"/>
        <w:p w14:paraId="6500C3DE" w14:textId="156E0CA8" w:rsidR="005667AF" w:rsidRDefault="00CA253A" w:rsidP="005667AF"/>
      </w:sdtContent>
    </w:sdt>
    <w:p w14:paraId="3E1A2220" w14:textId="471DB29A" w:rsidR="005667AF" w:rsidRPr="006A5C46" w:rsidRDefault="005667AF" w:rsidP="005667AF">
      <w:pPr>
        <w:ind w:left="-426"/>
        <w:rPr>
          <w:rFonts w:ascii="Times New Roman" w:hAnsi="Times New Roman"/>
          <w:sz w:val="24"/>
          <w:szCs w:val="24"/>
        </w:rPr>
      </w:pPr>
      <w:r w:rsidRPr="005667AF">
        <w:rPr>
          <w:rFonts w:ascii="Times New Roman" w:hAnsi="Times New Roman"/>
          <w:sz w:val="24"/>
          <w:szCs w:val="24"/>
        </w:rPr>
        <w:t xml:space="preserve"> </w:t>
      </w:r>
      <w:r w:rsidRPr="006A5C46">
        <w:rPr>
          <w:rFonts w:ascii="Times New Roman" w:hAnsi="Times New Roman"/>
          <w:sz w:val="24"/>
          <w:szCs w:val="24"/>
        </w:rPr>
        <w:t>Les coordonnées des intervenants SID et celles des interlocuteurs sur chacun des sites (préventions, médecine du travail, etc</w:t>
      </w:r>
      <w:r>
        <w:rPr>
          <w:rFonts w:ascii="Times New Roman" w:hAnsi="Times New Roman"/>
          <w:sz w:val="24"/>
          <w:szCs w:val="24"/>
        </w:rPr>
        <w:t>…</w:t>
      </w:r>
      <w:r w:rsidRPr="006A5C46">
        <w:rPr>
          <w:rFonts w:ascii="Times New Roman" w:hAnsi="Times New Roman"/>
          <w:sz w:val="24"/>
          <w:szCs w:val="24"/>
        </w:rPr>
        <w:t>) ainsi que les spécificités propres à chacun des sites seront communiqué</w:t>
      </w:r>
      <w:r>
        <w:rPr>
          <w:rFonts w:ascii="Times New Roman" w:hAnsi="Times New Roman"/>
          <w:sz w:val="24"/>
          <w:szCs w:val="24"/>
        </w:rPr>
        <w:t>e</w:t>
      </w:r>
      <w:r w:rsidRPr="006A5C46">
        <w:rPr>
          <w:rFonts w:ascii="Times New Roman" w:hAnsi="Times New Roman"/>
          <w:sz w:val="24"/>
          <w:szCs w:val="24"/>
        </w:rPr>
        <w:t>s lors de</w:t>
      </w:r>
      <w:r>
        <w:rPr>
          <w:rFonts w:ascii="Times New Roman" w:hAnsi="Times New Roman"/>
          <w:sz w:val="24"/>
          <w:szCs w:val="24"/>
        </w:rPr>
        <w:t xml:space="preserve"> la réunion</w:t>
      </w:r>
      <w:r w:rsidRPr="006A5C46">
        <w:rPr>
          <w:rFonts w:ascii="Times New Roman" w:hAnsi="Times New Roman"/>
          <w:sz w:val="24"/>
          <w:szCs w:val="24"/>
        </w:rPr>
        <w:t xml:space="preserve"> de lancement.</w:t>
      </w:r>
    </w:p>
    <w:p w14:paraId="09AB5C0F" w14:textId="77777777" w:rsidR="00410AFD" w:rsidRDefault="00410AFD" w:rsidP="00410AFD"/>
    <w:sectPr w:rsidR="00410AFD" w:rsidSect="00A62094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8EEFA" w14:textId="77777777" w:rsidR="00F04271" w:rsidRDefault="00F04271" w:rsidP="00EA6B59">
      <w:pPr>
        <w:spacing w:after="0" w:line="240" w:lineRule="auto"/>
      </w:pPr>
      <w:r>
        <w:separator/>
      </w:r>
    </w:p>
  </w:endnote>
  <w:endnote w:type="continuationSeparator" w:id="0">
    <w:p w14:paraId="77F08B22" w14:textId="77777777" w:rsidR="00F04271" w:rsidRDefault="00F04271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13B7A674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07796186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A65B" w14:textId="345709DE" w:rsidR="00A15B1B" w:rsidRDefault="00A15B1B">
    <w:pPr>
      <w:pStyle w:val="Pieddepage"/>
    </w:pPr>
    <w:r>
      <w:t xml:space="preserve">ESID </w:t>
    </w:r>
    <w:r w:rsidR="00BF7D4D">
      <w:t xml:space="preserve">25 </w:t>
    </w:r>
    <w:r w:rsidR="00CA253A">
      <w:t>131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2EDF0" w14:textId="77777777" w:rsidR="00F04271" w:rsidRDefault="00F04271" w:rsidP="00EA6B59">
      <w:pPr>
        <w:spacing w:after="0" w:line="240" w:lineRule="auto"/>
      </w:pPr>
      <w:r>
        <w:separator/>
      </w:r>
    </w:p>
  </w:footnote>
  <w:footnote w:type="continuationSeparator" w:id="0">
    <w:p w14:paraId="32D9AD5A" w14:textId="77777777" w:rsidR="00F04271" w:rsidRDefault="00F04271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D4FE" w14:textId="675AA73C" w:rsidR="00A15B1B" w:rsidRDefault="00A15B1B">
    <w:pPr>
      <w:pStyle w:val="En-tte"/>
    </w:pPr>
    <w:r>
      <w:tab/>
    </w:r>
    <w:r>
      <w:tab/>
    </w:r>
    <w:r>
      <w:tab/>
      <w:t>DAF_</w:t>
    </w:r>
    <w:r w:rsidR="00BF7D4D">
      <w:t>2025_</w:t>
    </w:r>
    <w:r w:rsidR="005C65B9">
      <w:t>000476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4468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0F5022"/>
    <w:rsid w:val="00104D53"/>
    <w:rsid w:val="00122955"/>
    <w:rsid w:val="00131804"/>
    <w:rsid w:val="00135BF5"/>
    <w:rsid w:val="00150EBF"/>
    <w:rsid w:val="00155227"/>
    <w:rsid w:val="0015741B"/>
    <w:rsid w:val="001B4AD4"/>
    <w:rsid w:val="001B6330"/>
    <w:rsid w:val="001C3DE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67AF"/>
    <w:rsid w:val="00567A1A"/>
    <w:rsid w:val="00580A3D"/>
    <w:rsid w:val="005866EA"/>
    <w:rsid w:val="00592674"/>
    <w:rsid w:val="00592D64"/>
    <w:rsid w:val="005B10E0"/>
    <w:rsid w:val="005B20AE"/>
    <w:rsid w:val="005C584E"/>
    <w:rsid w:val="005C65B9"/>
    <w:rsid w:val="005D5D11"/>
    <w:rsid w:val="005E7372"/>
    <w:rsid w:val="005F1279"/>
    <w:rsid w:val="005F445C"/>
    <w:rsid w:val="005F51D7"/>
    <w:rsid w:val="005F6470"/>
    <w:rsid w:val="00622066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18BD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36B33"/>
    <w:rsid w:val="00A413FD"/>
    <w:rsid w:val="00A5473E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41E"/>
    <w:rsid w:val="00BC69E5"/>
    <w:rsid w:val="00BE4040"/>
    <w:rsid w:val="00BF7D4D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253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54EC3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782A"/>
    <w:rsid w:val="00F02DF2"/>
    <w:rsid w:val="00F04271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83B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f2f77a-bc19-4145-99a9-a502f90bb138">
      <UserInfo>
        <DisplayName>NURY Thierry OPA COMP</DisplayName>
        <AccountId>310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597F58-010F-4E61-B8BC-CBEE65DD7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B9C4C-02A4-4E6E-BE74-3EF5D7190C1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2f2f77a-bc19-4145-99a9-a502f90bb13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6F6A03-C24B-4E08-ABA3-905D46D7D9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7215FB-0B70-4882-A1D4-530FE1A1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Pages>2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2</cp:revision>
  <dcterms:created xsi:type="dcterms:W3CDTF">2025-07-30T13:28:00Z</dcterms:created>
  <dcterms:modified xsi:type="dcterms:W3CDTF">2025-07-30T13:28:00Z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